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F19A7" w14:textId="77777777" w:rsidR="00D44351" w:rsidRPr="00B63696" w:rsidRDefault="007D3EF9" w:rsidP="00AD7CAF">
      <w:pPr>
        <w:pStyle w:val="Corptext"/>
        <w:ind w:right="1156"/>
        <w:jc w:val="right"/>
        <w:rPr>
          <w:rFonts w:ascii="Calibri" w:hAnsi="Calibri" w:cs="Calibri"/>
        </w:rPr>
      </w:pPr>
      <w:r w:rsidRPr="00B63696">
        <w:rPr>
          <w:rFonts w:ascii="Calibri" w:hAnsi="Calibri" w:cs="Calibri"/>
        </w:rPr>
        <w:t xml:space="preserve">           </w:t>
      </w:r>
      <w:r w:rsidR="00D44351" w:rsidRPr="00B63696">
        <w:rPr>
          <w:rFonts w:ascii="Calibri" w:hAnsi="Calibri" w:cs="Calibri"/>
        </w:rPr>
        <w:t>Anexa</w:t>
      </w:r>
      <w:r w:rsidR="00D814AC">
        <w:rPr>
          <w:rFonts w:ascii="Calibri" w:hAnsi="Calibri" w:cs="Calibri"/>
        </w:rPr>
        <w:t xml:space="preserve"> 4</w:t>
      </w:r>
    </w:p>
    <w:p w14:paraId="6897E386" w14:textId="77777777" w:rsidR="00D44351" w:rsidRPr="00B63696" w:rsidRDefault="00D44351" w:rsidP="00AD7CAF">
      <w:pPr>
        <w:pStyle w:val="Corptext"/>
        <w:ind w:left="1843" w:right="2182"/>
        <w:jc w:val="center"/>
        <w:rPr>
          <w:rFonts w:ascii="Calibri" w:hAnsi="Calibri" w:cs="Calibri"/>
        </w:rPr>
      </w:pPr>
      <w:r w:rsidRPr="00B63696">
        <w:rPr>
          <w:rFonts w:ascii="Calibri" w:hAnsi="Calibri" w:cs="Calibri"/>
        </w:rPr>
        <w:t>GRILA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DE ANALIZĂ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A CONFORMITATII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ȘI CALITĂȚII</w:t>
      </w:r>
      <w:r w:rsidRPr="00B63696">
        <w:rPr>
          <w:rFonts w:ascii="Calibri" w:hAnsi="Calibri" w:cs="Calibri"/>
          <w:spacing w:val="1"/>
        </w:rPr>
        <w:t xml:space="preserve"> D</w:t>
      </w:r>
      <w:r w:rsidRPr="00B63696">
        <w:rPr>
          <w:rFonts w:ascii="Calibri" w:hAnsi="Calibri" w:cs="Calibri"/>
        </w:rPr>
        <w:t xml:space="preserve">OCUMENTAŢIEI DE AVIZARE A LUCRĂRILOR DE INTERVENŢII </w:t>
      </w:r>
      <w:r w:rsidRPr="00B63696">
        <w:rPr>
          <w:rFonts w:ascii="Calibri" w:hAnsi="Calibri" w:cs="Calibri"/>
          <w:spacing w:val="-58"/>
        </w:rPr>
        <w:t xml:space="preserve"> </w:t>
      </w:r>
      <w:r w:rsidRPr="00B63696">
        <w:rPr>
          <w:rFonts w:ascii="Calibri" w:hAnsi="Calibri" w:cs="Calibri"/>
        </w:rPr>
        <w:t>(DALI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–</w:t>
      </w:r>
      <w:r w:rsidRPr="00B63696">
        <w:rPr>
          <w:rFonts w:ascii="Calibri" w:hAnsi="Calibri" w:cs="Calibri"/>
          <w:spacing w:val="-2"/>
        </w:rPr>
        <w:t xml:space="preserve"> </w:t>
      </w:r>
      <w:r w:rsidRPr="00B63696">
        <w:rPr>
          <w:rFonts w:ascii="Calibri" w:hAnsi="Calibri" w:cs="Calibri"/>
        </w:rPr>
        <w:t>HG 907/2016)</w:t>
      </w:r>
    </w:p>
    <w:p w14:paraId="26006CF0" w14:textId="77777777" w:rsidR="00D44351" w:rsidRPr="00B63696" w:rsidRDefault="00D44351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B63696" w14:paraId="738D6679" w14:textId="77777777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0042F" w14:textId="77777777" w:rsidR="00D44351" w:rsidRPr="00B63696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B63696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D44351" w:rsidRPr="00B63696" w14:paraId="1B3C5CBF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12346" w14:textId="3CD712B3"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</w:t>
            </w:r>
            <w:r w:rsidR="0058722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2FCE3" w14:textId="5B7577A5" w:rsidR="00D44351" w:rsidRPr="00B63696" w:rsidRDefault="00587222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5- </w:t>
            </w:r>
            <w:r w:rsidRPr="00587222">
              <w:rPr>
                <w:rFonts w:ascii="Calibri" w:hAnsi="Calibri" w:cs="Calibri"/>
                <w:sz w:val="24"/>
                <w:szCs w:val="24"/>
              </w:rPr>
              <w:t>O REGIUNE ACCESIBILĂ</w:t>
            </w:r>
          </w:p>
        </w:tc>
      </w:tr>
      <w:tr w:rsidR="00D44351" w:rsidRPr="00B63696" w14:paraId="02BD8A6D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EBB6A" w14:textId="77777777"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8BBE8" w14:textId="784A7CEE" w:rsidR="00D44351" w:rsidRPr="00B63696" w:rsidRDefault="00587222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587222">
              <w:rPr>
                <w:rFonts w:ascii="Calibri" w:hAnsi="Calibri" w:cs="Calibri"/>
                <w:sz w:val="24"/>
                <w:szCs w:val="24"/>
              </w:rPr>
              <w:t>5.2 – Descongestionarea traficului din jurul marilor municipii (reședințe de județ)</w:t>
            </w:r>
            <w:r w:rsidR="00161E2E">
              <w:rPr>
                <w:rFonts w:ascii="Calibri" w:hAnsi="Calibri" w:cs="Calibri"/>
                <w:sz w:val="24"/>
                <w:szCs w:val="24"/>
              </w:rPr>
              <w:t xml:space="preserve"> – Apel 2</w:t>
            </w:r>
          </w:p>
        </w:tc>
      </w:tr>
      <w:tr w:rsidR="00D44351" w:rsidRPr="00B63696" w14:paraId="47F304E9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43497" w14:textId="77777777"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25927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14:paraId="1DB328F7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02D05" w14:textId="77777777"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apel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F281" w14:textId="58B82494" w:rsidR="00D44351" w:rsidRPr="00B63696" w:rsidRDefault="00587222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</w:tr>
      <w:tr w:rsidR="00D44351" w:rsidRPr="00B63696" w14:paraId="6E055343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6FF" w14:textId="77777777"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Cod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B987A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14:paraId="371BF37D" w14:textId="77777777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83477" w14:textId="77777777"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18E47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658D701" w14:textId="77777777" w:rsidR="00D44351" w:rsidRPr="00B63696" w:rsidRDefault="00D44351" w:rsidP="00AD7CAF">
      <w:pPr>
        <w:rPr>
          <w:rFonts w:ascii="Calibri" w:hAnsi="Calibri" w:cs="Calibri"/>
          <w:b/>
        </w:rPr>
      </w:pPr>
    </w:p>
    <w:p w14:paraId="593D1DF9" w14:textId="77777777" w:rsidR="00F5775A" w:rsidRPr="00B63696" w:rsidRDefault="00F5775A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52"/>
        <w:gridCol w:w="6662"/>
        <w:gridCol w:w="567"/>
        <w:gridCol w:w="567"/>
        <w:gridCol w:w="709"/>
        <w:gridCol w:w="1275"/>
      </w:tblGrid>
      <w:tr w:rsidR="00D44351" w:rsidRPr="00B63696" w14:paraId="634F7E1B" w14:textId="77777777" w:rsidTr="00B63696">
        <w:trPr>
          <w:trHeight w:val="674"/>
          <w:tblHeader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3C6C8" w14:textId="77777777" w:rsidR="00D44351" w:rsidRPr="00B63696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D9AA8" w14:textId="77777777" w:rsidR="00B63696" w:rsidRDefault="00B63696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782FB1F" w14:textId="77777777" w:rsidR="00D44351" w:rsidRPr="00B63696" w:rsidRDefault="00D44351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890CD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0307FFB0" w14:textId="77777777"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8B609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E9C72D4" w14:textId="77777777" w:rsidR="00D44351" w:rsidRPr="00B63696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E0DA6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618E82F4" w14:textId="77777777" w:rsidR="00D44351" w:rsidRPr="00B63696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2A8D4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1F538CDB" w14:textId="77777777" w:rsidR="00D44351" w:rsidRPr="00B63696" w:rsidRDefault="00D44351" w:rsidP="00B63696">
            <w:pPr>
              <w:pStyle w:val="TableParagraph"/>
              <w:ind w:left="338" w:hanging="33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Observa</w:t>
            </w:r>
            <w:r w:rsidR="00B63696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</w:tr>
      <w:tr w:rsidR="00D44351" w:rsidRPr="00B63696" w14:paraId="3E47D7D4" w14:textId="77777777" w:rsidTr="00B63696">
        <w:trPr>
          <w:trHeight w:val="35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7BA5B5C2" w14:textId="77777777" w:rsidR="00D44351" w:rsidRPr="00B63696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1F3ADF85" w14:textId="77777777"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309DB787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2D967117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7F7D37EC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14:paraId="01D75E43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14:paraId="231AF843" w14:textId="77777777" w:rsidTr="00B63696">
        <w:trPr>
          <w:trHeight w:val="322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FAF4A" w14:textId="77777777"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4A177" w14:textId="77777777"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 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3C934E89" w14:textId="77777777"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investiţii?</w:t>
            </w:r>
          </w:p>
          <w:p w14:paraId="7A38C4CB" w14:textId="77777777"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14:paraId="6EE29694" w14:textId="77777777"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14:paraId="05B7AF45" w14:textId="77777777"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B63696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14:paraId="72CB9526" w14:textId="77777777"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documentaţiei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avizare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lucrărilor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14:paraId="0725BDA8" w14:textId="77777777" w:rsidR="00D44351" w:rsidRPr="00B63696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 precizeaza, de asemenea,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data elaborarii/actualizarii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98A68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F9059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174A2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43D92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14:paraId="2F8172DA" w14:textId="77777777" w:rsidTr="00B63696">
        <w:trPr>
          <w:trHeight w:val="18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DD3B" w14:textId="77777777"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E17CB" w14:textId="77777777" w:rsidR="00D44351" w:rsidRPr="00B63696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cel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14:paraId="6743AE25" w14:textId="77777777"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nr       </w:t>
            </w:r>
            <w:r w:rsidRPr="00B63696">
              <w:rPr>
                <w:rFonts w:ascii="Calibri" w:hAnsi="Calibri" w:cs="Calibri"/>
                <w:spacing w:val="2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dată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14:paraId="2A7CB4C2" w14:textId="77777777"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numele şi prenumele în clar ale proiectanţilor pe specialităţi, ale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persoanei responsabile de proiect - şef de proiect/director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F3EDC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B433A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F08F2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715F1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14:paraId="1016429B" w14:textId="77777777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FE6CC" w14:textId="77777777"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5CC2B" w14:textId="77777777"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–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respectiv cele din Anexa 5. Documentaţie de Avizare a Lucrărilor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58D65FF7" w14:textId="77777777" w:rsidR="00D44351" w:rsidRPr="00B63696" w:rsidRDefault="00D44351" w:rsidP="009D7EB0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B63696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Continutul</w:t>
            </w:r>
            <w:r w:rsidRPr="00B63696">
              <w:rPr>
                <w:rFonts w:ascii="Calibri" w:hAnsi="Calibri" w:cs="Calibri"/>
                <w:i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DALI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="009D7EB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C7879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68975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41CA2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B1F23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14:paraId="200860D9" w14:textId="77777777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5F353" w14:textId="77777777"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487C7" w14:textId="77777777"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Situaţia</w:t>
            </w:r>
            <w:r w:rsidRPr="00B63696">
              <w:rPr>
                <w:rFonts w:ascii="Calibri" w:hAnsi="Calibri" w:cs="Calibri"/>
                <w:b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existentă</w:t>
            </w:r>
            <w:r w:rsidRPr="00B63696">
              <w:rPr>
                <w:rFonts w:ascii="Calibri" w:hAnsi="Calibri" w:cs="Calibri"/>
                <w:b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b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necesitatea realizării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intervenţii,</w:t>
            </w:r>
            <w:r w:rsidRPr="00B63696">
              <w:rPr>
                <w:rFonts w:ascii="Calibri" w:hAnsi="Calibri" w:cs="Calibri"/>
                <w:b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2,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71E9A1DA" w14:textId="77777777"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contextului: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politici, strategii,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legislaţie,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structuri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instituţionale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financiare?</w:t>
            </w:r>
          </w:p>
          <w:p w14:paraId="2AF309C1" w14:textId="77777777"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situaţiei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existente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identificarea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necesităţilor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deficienţelor?</w:t>
            </w:r>
          </w:p>
          <w:p w14:paraId="48C9F7C5" w14:textId="77777777" w:rsidR="00D44351" w:rsidRPr="00B63696" w:rsidRDefault="00D44351" w:rsidP="009D7EB0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Obiective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preconizate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7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spacing w:val="7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atinse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7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realizarea</w:t>
            </w:r>
            <w:r w:rsidRPr="00B63696">
              <w:rPr>
                <w:rFonts w:ascii="Calibri" w:hAnsi="Calibri" w:cs="Calibri"/>
                <w:spacing w:val="7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="009D7E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3256C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F6671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9DE75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0D6F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14:paraId="3284DCEE" w14:textId="77777777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832AE" w14:textId="77777777"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D32DA" w14:textId="77777777" w:rsidR="00D44351" w:rsidRPr="00B63696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Descrierea construcţiei existente,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3,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14:paraId="08D48F91" w14:textId="77777777"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Particularităţi ale amplasamentului?</w:t>
            </w:r>
          </w:p>
          <w:p w14:paraId="5D947442" w14:textId="77777777"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 Regimul juridic?</w:t>
            </w:r>
          </w:p>
          <w:p w14:paraId="233CE5DD" w14:textId="77777777"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 tehnice şi parametri specifici?</w:t>
            </w:r>
          </w:p>
          <w:p w14:paraId="724B199C" w14:textId="77777777"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46227D11" w14:textId="77777777"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Starea tehnică, inclusiv sistemul structural şi analiza diagnostic,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14:paraId="3424D7B5" w14:textId="77777777"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forţei majore,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40F21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50654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0BE32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D83C4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14:paraId="5C73327F" w14:textId="77777777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C716D" w14:textId="77777777"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829B5" w14:textId="77777777" w:rsidR="00571C43" w:rsidRPr="00B63696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 expertizei tehnice şi,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energetic,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studiilor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diagnosticare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49A4C6B1" w14:textId="77777777"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clasa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risc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seismic?</w:t>
            </w:r>
          </w:p>
          <w:p w14:paraId="51674825" w14:textId="77777777"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două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14:paraId="0247971A" w14:textId="77777777"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soluţiile tehnice şi măsurile propuse de către expertul tehnic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şi, după caz, auditorul energetic spre a fi dezvoltate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în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documentaţiei 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avizare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intervenţii?</w:t>
            </w:r>
          </w:p>
          <w:p w14:paraId="0F7C63E4" w14:textId="77777777"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recomandarea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exigenţelor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calitate?</w:t>
            </w:r>
          </w:p>
          <w:p w14:paraId="3210D216" w14:textId="77777777" w:rsidR="00571C43" w:rsidRPr="00B63696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*2) Studiile de diagnosticare pot fi: studii de identificare a alcătuirilor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constructive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situri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arheologice,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compatibilităţii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conformării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spaţiale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clădirii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existente cu normele specifice funcţiunii şi a măsurii în care aceasta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răspunde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B63696">
              <w:rPr>
                <w:rFonts w:ascii="Calibri" w:hAnsi="Calibri" w:cs="Calibri"/>
                <w:i/>
                <w:spacing w:val="2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</w:p>
          <w:p w14:paraId="4A585F92" w14:textId="77777777" w:rsidR="00D44351" w:rsidRPr="00B63696" w:rsidRDefault="00571C4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 prin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4C1D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FD9D7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4D6C3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FBF86" w14:textId="77777777"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14:paraId="7D70F9F0" w14:textId="77777777" w:rsidTr="00B63696">
        <w:trPr>
          <w:trHeight w:val="844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52287" w14:textId="77777777"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A8091" w14:textId="77777777" w:rsidR="00DA4DB8" w:rsidRPr="00B63696" w:rsidRDefault="00DA4DB8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Identificarea scenariilor/opţiunilor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tehnico-economice (minimum două) şi analiza detaliată a acestora,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5,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53530740" w14:textId="77777777"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tehnică,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tehnologic,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funcţional-arhitectural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economic,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cuprinzând:</w:t>
            </w:r>
          </w:p>
          <w:p w14:paraId="334A1484" w14:textId="77777777" w:rsidR="00DA4DB8" w:rsidRPr="00B63696" w:rsidRDefault="00DA4DB8" w:rsidP="009D7EB0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right="134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principalelor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3C01E5DE" w14:textId="77777777"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Descrierea,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altor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categorii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 incluse în soluţia tehnică de intervenţie propusă, respectiv hidroizolaţii, termoizolaţii, repararea/înlocuirea instalaţiilor/echipamentelor aferente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2FDC4E4A" w14:textId="77777777"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vulnerabilităţilor cauzate de factori de risc, antropici şi naturali, inclusiv de schimbări climatice ce pot afecta investiţia?</w:t>
            </w:r>
          </w:p>
          <w:p w14:paraId="31B44227" w14:textId="77777777"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6B5AA0C4" w14:textId="77777777"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caracteristicile tehnice şi parametrii specifici investiţiei</w:t>
            </w:r>
          </w:p>
          <w:p w14:paraId="0ED66DCD" w14:textId="77777777"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rezultate în urma realizării lucrărilor de intervenţie?</w:t>
            </w:r>
          </w:p>
          <w:p w14:paraId="533F08D8" w14:textId="77777777"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Necesarul de utilităţi rezultate, inclusiv estimări privind depăşirea consumurilor iniţiale de utilităţi şi modul de asigurare a consumurilor suplimentare?</w:t>
            </w:r>
          </w:p>
          <w:p w14:paraId="3443293A" w14:textId="77777777" w:rsidR="00836583" w:rsidRPr="00B63696" w:rsidRDefault="00836583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Durata de realizare şi etapele principale corelate cu datele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prevăzute în graficul orientativ de realizare a investiţiei,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detaliat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etape principale?</w:t>
            </w:r>
          </w:p>
          <w:p w14:paraId="0F9158FC" w14:textId="77777777"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Costurile estimative ale investiţiei?</w:t>
            </w:r>
          </w:p>
          <w:p w14:paraId="560F76E4" w14:textId="77777777"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Sustenabilitatea realizării investiţiei?</w:t>
            </w:r>
          </w:p>
          <w:p w14:paraId="2A50DD46" w14:textId="77777777"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5951A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5FC02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1B26A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6769C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14:paraId="7066E50C" w14:textId="77777777" w:rsidTr="00B63696">
        <w:trPr>
          <w:trHeight w:val="2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16006" w14:textId="77777777"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DBF7C" w14:textId="77777777" w:rsidR="00DA4DB8" w:rsidRPr="00B63696" w:rsidRDefault="00836583" w:rsidP="009D7EB0">
            <w:pPr>
              <w:pStyle w:val="TableParagraph"/>
              <w:ind w:left="132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Scenariul/Opţiunea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economic(ă)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optim(ă),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recomandat(ă),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6,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3AE7FB3F" w14:textId="77777777"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Comparaţia scenariilor/opţiunilor propus(e), din punct de vedere tehnic, economic, financiar, al sustenabilităţii şi riscurilor?</w:t>
            </w:r>
          </w:p>
          <w:p w14:paraId="709E7BD2" w14:textId="77777777"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Selectarea şi justificarea scenariului/opţiunii optim(e), recomandat(e)?</w:t>
            </w:r>
          </w:p>
          <w:p w14:paraId="0B0122A0" w14:textId="77777777"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Principalii indicatori tehnico-economici aferenţi investiţiei?</w:t>
            </w:r>
          </w:p>
          <w:p w14:paraId="459A0700" w14:textId="77777777"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Prezentarea modului în care se asigură conformarea cu reglementările specifice funcţiunii preconizate din punctul de vedere al asigurării tuturor cerinţelor fundamentale aplicabile construcţiei, conform gradului de detaliere al propunerilor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tehnice?</w:t>
            </w:r>
          </w:p>
          <w:p w14:paraId="410B71A7" w14:textId="77777777"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3E7A9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B2FFC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CBE78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3FF52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14:paraId="7B2A0F2A" w14:textId="77777777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DEBBB" w14:textId="77777777"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2DD7" w14:textId="77777777" w:rsidR="00836583" w:rsidRPr="00B63696" w:rsidRDefault="00836583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Urbanismul, acordurile şi avizele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conforme,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7,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14:paraId="3F6060D4" w14:textId="77777777"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emis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obţinerii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14:paraId="6F6F890B" w14:textId="77777777" w:rsidR="00DA4DB8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vizat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Cadastru şi 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14:paraId="24E957A5" w14:textId="77777777"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 prevăzute de lege?</w:t>
            </w:r>
          </w:p>
          <w:p w14:paraId="26D4171B" w14:textId="77777777"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 conforme privind asigurarea utilităţilor, în cazul suplimentării capacităţii existente?</w:t>
            </w:r>
          </w:p>
          <w:p w14:paraId="31872932" w14:textId="77777777"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14:paraId="29443A75" w14:textId="77777777"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14:paraId="3983656F" w14:textId="77777777"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Avize, acorduri şi studii specifice, după caz, care pot condiţiona soluţiile tehnice, precum:</w:t>
            </w:r>
          </w:p>
          <w:p w14:paraId="00D71F61" w14:textId="77777777"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privind posibilitatea utilizării unor sisteme alternative de eficienţă ridicată pentru creşterea performanţei energetice întocmit conform Metodologiei de calcul al performantei energetice a cladirilor, aprobată prin Ordinul ministrului transporturilor, constructiilor si turismului nr. 157/2007 cu modificările și completările ulterioare ?</w:t>
            </w:r>
          </w:p>
          <w:p w14:paraId="57DB8DB9" w14:textId="77777777"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de trafic şi studiu de circulaţie, după caz?</w:t>
            </w:r>
          </w:p>
          <w:p w14:paraId="1CD8E8F9" w14:textId="77777777"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raport de diagnostic arheologic, în cazul intervenţiilor în</w:t>
            </w:r>
          </w:p>
          <w:p w14:paraId="486E5393" w14:textId="77777777"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situri arheologice?</w:t>
            </w:r>
          </w:p>
          <w:p w14:paraId="4B89144E" w14:textId="77777777"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studiu istoric, în cazul monumentelor istorice?</w:t>
            </w:r>
          </w:p>
          <w:p w14:paraId="64DCCF5F" w14:textId="77777777"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C63F4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34575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C6DBA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A3257" w14:textId="77777777"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14:paraId="6352C967" w14:textId="77777777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4BD1D" w14:textId="77777777"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C8F1" w14:textId="77777777"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 tehnico-economice aferente obiectivelor/proiectelor de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5-a</w:t>
            </w:r>
            <w:r w:rsidRPr="00B63696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si devizul pe obiect,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 conform Metodologiei prezentate in Anexa 6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14:paraId="5154A35C" w14:textId="77777777"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7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14:paraId="370BEA26" w14:textId="77777777" w:rsidR="00EF7F20" w:rsidRPr="00B63696" w:rsidRDefault="00836583" w:rsidP="009D7EB0">
            <w:pPr>
              <w:pStyle w:val="TableParagraph"/>
              <w:ind w:left="468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5F227298" w14:textId="77777777"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B63696">
              <w:rPr>
                <w:rFonts w:ascii="Calibri" w:hAnsi="Calibri" w:cs="Calibri"/>
                <w:spacing w:val="3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B63696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cuprinse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="00EF7F20"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3134D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841E5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CEA1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7A145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14:paraId="10E49CE6" w14:textId="77777777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55F7D" w14:textId="77777777"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D2DE7" w14:textId="77777777"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b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B63696">
              <w:rPr>
                <w:rFonts w:ascii="Calibri" w:hAnsi="Calibri" w:cs="Calibri"/>
                <w:b/>
                <w:spacing w:val="7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8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14:paraId="4F46DB8C" w14:textId="77777777"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16186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73F72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9FCAA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ED02A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14:paraId="2C9AE180" w14:textId="77777777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3DB87" w14:textId="77777777"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997D1" w14:textId="77777777"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piesele desenate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scara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 raport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 pentru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21B99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97B00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06E3E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1FFB0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14:paraId="34678106" w14:textId="77777777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9A7D1" w14:textId="77777777"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7DF3B" w14:textId="77777777"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constructia existentă:</w:t>
            </w:r>
          </w:p>
          <w:p w14:paraId="4D7BC043" w14:textId="77777777"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14:paraId="1F8B9E7D" w14:textId="77777777"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14:paraId="4A4BD436" w14:textId="77777777" w:rsidR="00836583" w:rsidRPr="00B63696" w:rsidRDefault="00EF7F20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</w:t>
            </w:r>
            <w:r w:rsidR="00836583" w:rsidRPr="00B63696">
              <w:rPr>
                <w:rFonts w:ascii="Calibri" w:hAnsi="Calibri" w:cs="Calibri"/>
                <w:sz w:val="24"/>
                <w:szCs w:val="24"/>
              </w:rPr>
              <w:t>eleveu de arhitectură şi, după caz, structura şi instalaţii - planuri, secţiuni, faţade, cotate?</w:t>
            </w:r>
          </w:p>
          <w:p w14:paraId="5A18FB4D" w14:textId="77777777"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9118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3EA36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DEB3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86500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14:paraId="417BDC88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D9CB9" w14:textId="77777777"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21B01" w14:textId="77777777"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scenariul/opţiunea tehnico-economic(ă) optim(ă), recomandat(ă):</w:t>
            </w:r>
          </w:p>
          <w:p w14:paraId="13D2DF3E" w14:textId="77777777"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14:paraId="1BCB0AE4" w14:textId="77777777"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14:paraId="576D9D9A" w14:textId="77777777"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14:paraId="2343EF72" w14:textId="77777777"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generale,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profile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longitudinale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şi transversale</w:t>
            </w:r>
          </w:p>
          <w:p w14:paraId="00459B5F" w14:textId="77777777"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62C69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261A8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94403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F772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14:paraId="205EF374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81AA8" w14:textId="77777777"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38349" w14:textId="77777777"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062B6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795C4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5C24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0A60B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14:paraId="4D96DDE6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E5B90" w14:textId="77777777"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BACE2" w14:textId="77777777"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plansele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 fost anexate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finantare 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format</w:t>
            </w:r>
            <w:r w:rsidRPr="00B63696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scanat,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dupa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fost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și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elaboratori: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14:paraId="1E242076" w14:textId="77777777"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B63696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6AFE17D8" w14:textId="77777777"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drept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numar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TNA,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OAR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30E5B686" w14:textId="77777777"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specialitate?</w:t>
            </w:r>
          </w:p>
          <w:p w14:paraId="779812A9" w14:textId="77777777"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cazul?</w:t>
            </w:r>
          </w:p>
          <w:p w14:paraId="2010D163" w14:textId="77777777"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Șeful de proiect complex, expert/specialist, in 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     m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D7D56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E12D4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50689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8A676" w14:textId="77777777"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14:paraId="40F27DE0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BA303" w14:textId="77777777"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777E" w14:textId="77777777"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4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lor,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9E899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D2EE4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CBD98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21EC0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14:paraId="66229821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3C7DA" w14:textId="77777777"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6C8FE" w14:textId="77777777"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98719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A738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BE0B8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8B05D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14:paraId="51B5B6C6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31A9B" w14:textId="77777777"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0865F" w14:textId="77777777"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FD117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52C61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47AF3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DA3E7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14:paraId="7152A817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1AC50" w14:textId="77777777"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C3F7E" w14:textId="77777777" w:rsidR="00AD7ACF" w:rsidRPr="00B63696" w:rsidRDefault="00AD7ACF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o descriere a lucrarilor de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apă,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CBB15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20D91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F2D99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509B8" w14:textId="77777777"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14:paraId="7ED2FFD2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768CE" w14:textId="77777777"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C506C" w14:textId="77777777"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14:paraId="28B611CF" w14:textId="77777777"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="00EF7F20" w:rsidRPr="00B63696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B63696">
              <w:rPr>
                <w:rFonts w:ascii="Calibri" w:eastAsia="Calibri" w:hAnsi="Calibri" w:cs="Calibri"/>
                <w:color w:val="000000"/>
              </w:rPr>
              <w:t>, sunt prezentate:</w:t>
            </w:r>
          </w:p>
          <w:p w14:paraId="6BD5EC1E" w14:textId="77777777" w:rsidR="00B8332B" w:rsidRPr="00B63696" w:rsidRDefault="00B8332B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 prezintă evaluarea impactului proiectului asupra emisiilor de GES. Dacă p</w:t>
            </w:r>
            <w:r w:rsidRPr="00B63696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  <w:p w14:paraId="08D02467" w14:textId="77777777" w:rsidR="00502151" w:rsidRPr="00B63696" w:rsidRDefault="00502151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4112D4E" w14:textId="77777777"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14:paraId="1203D16C" w14:textId="77777777" w:rsidR="00B8332B" w:rsidRPr="00B63696" w:rsidRDefault="00B8332B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Pentru  proiectele care  necesită o evaluare a amprentei de carbon, sunt descrise:</w:t>
            </w:r>
          </w:p>
          <w:p w14:paraId="3785C5AC" w14:textId="77777777"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Integrarea principiilor de eficienta energetica si de reducere a emisiilor in conceperea si proiectarea investiției.</w:t>
            </w:r>
          </w:p>
          <w:p w14:paraId="21FD1C1F" w14:textId="77777777"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14:paraId="062C936D" w14:textId="77777777"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b/>
                <w:lang w:val="ro-RO"/>
              </w:rPr>
              <w:t>Calcularea valorii monetare a emisiilor pe baza valorilor CO2 aplicabile</w:t>
            </w:r>
          </w:p>
          <w:p w14:paraId="77207EFB" w14:textId="77777777" w:rsidR="00EF7F20" w:rsidRPr="00B63696" w:rsidRDefault="00EF7F20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</w:p>
          <w:p w14:paraId="34B460D7" w14:textId="77777777" w:rsidR="00EF7F20" w:rsidRPr="00B63696" w:rsidRDefault="00EF7F20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 (a)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ab/>
              <w:t>Faza 1. Examinare/Încadrarea, sunt prezentate:</w:t>
            </w:r>
          </w:p>
          <w:p w14:paraId="06F3E31D" w14:textId="77777777"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senzitivitate ( identificarea riscurilor climatice care sunt relevante pentru tipul respectiv de proiect, indiferent de localizarea acestuia)</w:t>
            </w:r>
          </w:p>
          <w:p w14:paraId="555C7C31" w14:textId="77777777"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Evaluarea expunerii la riscuri (identificarea riscurilor care sunt relevante pentru locația proiectului)</w:t>
            </w:r>
          </w:p>
          <w:p w14:paraId="58154787" w14:textId="77777777"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i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vulnerabilitate (identificarea potențialelor riscuri semnificative)</w:t>
            </w:r>
          </w:p>
          <w:p w14:paraId="4365FD2E" w14:textId="77777777" w:rsidR="007D0CFC" w:rsidRPr="00B63696" w:rsidRDefault="007D0CFC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</w:p>
          <w:p w14:paraId="3AAEA035" w14:textId="77777777" w:rsidR="00CA70CF" w:rsidRPr="00B63696" w:rsidRDefault="00CA70CF" w:rsidP="005B75BC">
            <w:pPr>
              <w:spacing w:after="120"/>
              <w:ind w:left="132" w:right="134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b/>
                <w:color w:val="000000"/>
              </w:rPr>
              <w:t>pentru etapa: II. Adaptarea (reziliența la schimbările climatice); (b)</w:t>
            </w:r>
            <w:r w:rsidRPr="00B63696">
              <w:rPr>
                <w:rFonts w:ascii="Calibri" w:hAnsi="Calibri" w:cs="Calibri"/>
                <w:b/>
                <w:color w:val="000000"/>
              </w:rPr>
              <w:tab/>
              <w:t>Faza 2. Analiza detaliată de risc - Analiza detaliată depinde de rezultatul fazei de examinare, sunt prezentate:</w:t>
            </w:r>
          </w:p>
          <w:p w14:paraId="5844EA91" w14:textId="77777777"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Probabilitatea (probabilitatea ca riscurile climatice identificate sa aibă loc in timpul duratei de viață a proiectului)</w:t>
            </w:r>
          </w:p>
          <w:p w14:paraId="66E7AA4B" w14:textId="77777777"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Impactul (analizează consecințele în cazul în care apare pericolul climatic identificat)</w:t>
            </w:r>
          </w:p>
          <w:p w14:paraId="607CF57B" w14:textId="77777777"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Riscul (identifica riscurile potențiale cele mai semnificative și cele în care trebuie luate măsuri de adaptare)</w:t>
            </w:r>
          </w:p>
          <w:p w14:paraId="34E261A7" w14:textId="77777777" w:rsidR="00CA70CF" w:rsidRPr="00B63696" w:rsidRDefault="00CA70CF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  <w:r w:rsidRPr="00B63696">
              <w:rPr>
                <w:rFonts w:ascii="Calibri" w:hAnsi="Calibri" w:cs="Calibri"/>
                <w:b/>
                <w:i/>
                <w:color w:val="000000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901B5" w14:textId="77777777"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365E2" w14:textId="77777777"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83C96" w14:textId="77777777"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903C9" w14:textId="77777777"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14:paraId="54ABA847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D1844" w14:textId="77777777"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8E802" w14:textId="77777777" w:rsidR="00B8332B" w:rsidRPr="00B63696" w:rsidRDefault="00FF1CA4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Documentatia tehnico economică reflectă măsurile de imunizare la schimb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rile climatice prev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zute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 raportul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ntocmit conform cerințelor din Comunicarea Comisiei Europene privind Orientările tehnice referitoare la imunizarea infrastructurii la schimbările climatice în perioada 2021-2027 publicate la 16 septembrie 2021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95F94" w14:textId="77777777"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49C37" w14:textId="77777777"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9AF97" w14:textId="77777777"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03E1" w14:textId="77777777"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14:paraId="0515439F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86387F4" w14:textId="77777777" w:rsidR="00FE57A3" w:rsidRPr="00B63696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D638583" w14:textId="77777777" w:rsidR="00FE57A3" w:rsidRPr="00B63696" w:rsidRDefault="00FE57A3" w:rsidP="005B75BC">
            <w:pPr>
              <w:pStyle w:val="TableParagraph"/>
              <w:ind w:left="132" w:right="134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aspectele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calitative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6E05E5AD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73491E0C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712AA78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02229E08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14:paraId="76858614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FCC69" w14:textId="77777777"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1919C" w14:textId="77777777"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Există o </w:t>
            </w:r>
            <w:r w:rsidRPr="00B63696">
              <w:rPr>
                <w:rFonts w:ascii="Calibri" w:hAnsi="Calibri" w:cs="Calibri"/>
                <w:b/>
                <w:lang w:val="ro-RO"/>
              </w:rPr>
              <w:t xml:space="preserve">corespondență </w:t>
            </w:r>
            <w:r w:rsidRPr="00B63696">
              <w:rPr>
                <w:rFonts w:ascii="Calibri" w:hAnsi="Calibri" w:cs="Calibri"/>
                <w:lang w:val="ro-RO"/>
              </w:rPr>
              <w:t>între obiectele de investiție (inclusiv tipurile 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lucrări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construcții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propuse,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dotări,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etc.)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din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cadrul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DALI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si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cele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descrise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cererea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BBE1D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35B6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E8124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013E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14:paraId="247E75BF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B64E" w14:textId="77777777"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FD714" w14:textId="77777777"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 specificații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B0723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A0B5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B152B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1585" w14:textId="77777777"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14:paraId="40389B2D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7DF7A" w14:textId="77777777"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522E9" w14:textId="77777777"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Graficul orientativ de realizare a investiției:</w:t>
            </w:r>
          </w:p>
          <w:p w14:paraId="04D92B73" w14:textId="77777777"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corelat cu cel prezentat în cadrul Cererii de Finanţare?</w:t>
            </w:r>
          </w:p>
          <w:p w14:paraId="1A649659" w14:textId="77777777"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corect estimat ca și perioada de realizare (conform tehnologiilor de execuție, etc.)?</w:t>
            </w:r>
          </w:p>
          <w:p w14:paraId="1FE89752" w14:textId="77777777" w:rsidR="00D202B1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respectă termenele limită ale programului de finanțare?</w:t>
            </w:r>
          </w:p>
          <w:p w14:paraId="3901E71A" w14:textId="77777777"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A0C5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3749D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D9D13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FCD6D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14:paraId="5CB9FF34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5D940" w14:textId="77777777"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C462A" w14:textId="77777777"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Documentele anexate la cererea de finanţare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C91E6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5F9D4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DE240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D9FD9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14:paraId="55B795A6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50A5" w14:textId="77777777"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2B337" w14:textId="77777777"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D.A.L.I.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s-a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baza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concluziilor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raportului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expertiză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tehnică, si (după caz) a auditului energetic, luându-se în calcul inclusiv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scenariul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recomandat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 către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elaboratorul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expertizei tehnice,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respectiv auditului</w:t>
            </w:r>
            <w:r w:rsidRPr="00B63696">
              <w:rPr>
                <w:rFonts w:ascii="Calibri" w:hAnsi="Calibri" w:cs="Calibri"/>
                <w:spacing w:val="-7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226AF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30261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F385A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1AAF0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14:paraId="6E05EA28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4E0AF" w14:textId="77777777"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CA28C" w14:textId="77777777"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489D5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89A53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55C36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F5968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14:paraId="6E995524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4F8A3" w14:textId="77777777"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38C03" w14:textId="77777777" w:rsidR="00D202B1" w:rsidRPr="00B63696" w:rsidRDefault="00D202B1" w:rsidP="009D7EB0">
            <w:pPr>
              <w:pStyle w:val="Default"/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Proiectul respecta prevederile din:</w:t>
            </w:r>
          </w:p>
          <w:p w14:paraId="754F203C" w14:textId="77777777"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certificatul de urbanism anexat?</w:t>
            </w:r>
          </w:p>
          <w:p w14:paraId="77949322" w14:textId="77777777"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Studiul topografic, vizat de către Oficiul de Cadastru şi Publicitate Imobiliară?</w:t>
            </w:r>
          </w:p>
          <w:p w14:paraId="19DD6A94" w14:textId="77777777"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Extrasul de carte funciară, </w:t>
            </w:r>
            <w:r w:rsidR="00CA70CF" w:rsidRPr="00B63696">
              <w:rPr>
                <w:rFonts w:ascii="Calibri" w:hAnsi="Calibri" w:cs="Calibri"/>
                <w:lang w:val="ro-RO"/>
              </w:rPr>
              <w:t>după</w:t>
            </w:r>
            <w:r w:rsidRPr="00B63696">
              <w:rPr>
                <w:rFonts w:ascii="Calibri" w:hAnsi="Calibri" w:cs="Calibri"/>
                <w:lang w:val="ro-RO"/>
              </w:rPr>
              <w:t xml:space="preserve"> caz?</w:t>
            </w:r>
          </w:p>
          <w:p w14:paraId="5E4E608B" w14:textId="77777777"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 conforme, privind asigurarea </w:t>
            </w:r>
            <w:r w:rsidR="00CA70CF" w:rsidRPr="00B63696">
              <w:rPr>
                <w:rFonts w:ascii="Calibri" w:hAnsi="Calibri" w:cs="Calibri"/>
                <w:lang w:val="ro-RO"/>
              </w:rPr>
              <w:t>utilităților</w:t>
            </w:r>
            <w:r w:rsidRPr="00B63696">
              <w:rPr>
                <w:rFonts w:ascii="Calibri" w:hAnsi="Calibri" w:cs="Calibri"/>
                <w:lang w:val="ro-RO"/>
              </w:rPr>
              <w:t xml:space="preserve">, în cazul suplimentării </w:t>
            </w:r>
            <w:r w:rsidR="00CA70CF" w:rsidRPr="00B63696">
              <w:rPr>
                <w:rFonts w:ascii="Calibri" w:hAnsi="Calibri" w:cs="Calibri"/>
                <w:lang w:val="ro-RO"/>
              </w:rPr>
              <w:t>capacității</w:t>
            </w:r>
            <w:r w:rsidRPr="00B63696">
              <w:rPr>
                <w:rFonts w:ascii="Calibri" w:hAnsi="Calibri" w:cs="Calibri"/>
                <w:lang w:val="ro-RO"/>
              </w:rPr>
              <w:t xml:space="preserve"> existente?</w:t>
            </w:r>
          </w:p>
          <w:p w14:paraId="7FDA97D9" w14:textId="77777777"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Actul administrativ al </w:t>
            </w:r>
            <w:r w:rsidR="00CA70CF" w:rsidRPr="00B63696">
              <w:rPr>
                <w:rFonts w:ascii="Calibri" w:hAnsi="Calibri" w:cs="Calibri"/>
                <w:lang w:val="ro-RO"/>
              </w:rPr>
              <w:t>autorității</w:t>
            </w:r>
            <w:r w:rsidRPr="00B63696">
              <w:rPr>
                <w:rFonts w:ascii="Calibri" w:hAnsi="Calibri" w:cs="Calibri"/>
                <w:lang w:val="ro-RO"/>
              </w:rPr>
              <w:t xml:space="preserve"> competente pentru </w:t>
            </w:r>
            <w:r w:rsidR="00CA70CF" w:rsidRPr="00B63696">
              <w:rPr>
                <w:rFonts w:ascii="Calibri" w:hAnsi="Calibri" w:cs="Calibri"/>
                <w:lang w:val="ro-RO"/>
              </w:rPr>
              <w:t>protecția</w:t>
            </w:r>
            <w:r w:rsidRPr="00B63696">
              <w:rPr>
                <w:rFonts w:ascii="Calibri" w:hAnsi="Calibri" w:cs="Calibri"/>
                <w:lang w:val="ro-RO"/>
              </w:rPr>
              <w:t xml:space="preserve"> mediului, măsurile de diminuare a impactului, măsurile de compensare, modalitatea de integrare a prevederilor acordului </w:t>
            </w:r>
            <w:r w:rsidRPr="00B63696">
              <w:rPr>
                <w:rFonts w:ascii="Calibri" w:hAnsi="Calibri" w:cs="Calibri"/>
                <w:lang w:val="ro-RO"/>
              </w:rPr>
              <w:lastRenderedPageBreak/>
              <w:t xml:space="preserve">de mediu, de principiu, în </w:t>
            </w:r>
            <w:r w:rsidR="00CA70CF" w:rsidRPr="00B63696">
              <w:rPr>
                <w:rFonts w:ascii="Calibri" w:hAnsi="Calibri" w:cs="Calibri"/>
                <w:lang w:val="ro-RO"/>
              </w:rPr>
              <w:t>documentația</w:t>
            </w:r>
            <w:r w:rsidRPr="00B63696">
              <w:rPr>
                <w:rFonts w:ascii="Calibri" w:hAnsi="Calibri" w:cs="Calibri"/>
                <w:lang w:val="ro-RO"/>
              </w:rPr>
              <w:t xml:space="preserve"> tehnico-economică ? sau  are clasarea notificării.</w:t>
            </w:r>
          </w:p>
          <w:p w14:paraId="00005A7E" w14:textId="77777777"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Avizele, acordurile şi studiile specifice obținute/efectuate până la data depunerii cererii de finanțare, după caz, care pot </w:t>
            </w:r>
            <w:r w:rsidR="00CA70CF" w:rsidRPr="00B63696">
              <w:rPr>
                <w:rFonts w:ascii="Calibri" w:hAnsi="Calibri" w:cs="Calibri"/>
                <w:lang w:val="ro-RO"/>
              </w:rPr>
              <w:t>condiționa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CA70CF" w:rsidRPr="00B63696">
              <w:rPr>
                <w:rFonts w:ascii="Calibri" w:hAnsi="Calibri" w:cs="Calibri"/>
                <w:lang w:val="ro-RO"/>
              </w:rPr>
              <w:t>soluțiile</w:t>
            </w:r>
            <w:r w:rsidRPr="00B63696">
              <w:rPr>
                <w:rFonts w:ascii="Calibri" w:hAnsi="Calibri" w:cs="Calibri"/>
                <w:lang w:val="ro-RO"/>
              </w:rPr>
              <w:t xml:space="preserve"> tehnice, precum:</w:t>
            </w:r>
          </w:p>
          <w:p w14:paraId="289C5497" w14:textId="77777777"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privind posibilitatea utilizării unor sisteme alternative de </w:t>
            </w:r>
            <w:r w:rsidR="00CA70CF" w:rsidRPr="00B63696">
              <w:rPr>
                <w:rFonts w:ascii="Calibri" w:hAnsi="Calibri" w:cs="Calibri"/>
                <w:lang w:val="ro-RO"/>
              </w:rPr>
              <w:t>eficiență</w:t>
            </w:r>
            <w:r w:rsidRPr="00B63696">
              <w:rPr>
                <w:rFonts w:ascii="Calibri" w:hAnsi="Calibri" w:cs="Calibri"/>
                <w:lang w:val="ro-RO"/>
              </w:rPr>
              <w:t xml:space="preserve"> ridicată pentru </w:t>
            </w:r>
            <w:r w:rsidR="00CA70CF" w:rsidRPr="00B63696">
              <w:rPr>
                <w:rFonts w:ascii="Calibri" w:hAnsi="Calibri" w:cs="Calibri"/>
                <w:lang w:val="ro-RO"/>
              </w:rPr>
              <w:t>creșterea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9508FA" w:rsidRPr="00B63696">
              <w:rPr>
                <w:rFonts w:ascii="Calibri" w:hAnsi="Calibri" w:cs="Calibri"/>
                <w:lang w:val="ro-RO"/>
              </w:rPr>
              <w:t>performanței</w:t>
            </w:r>
            <w:r w:rsidRPr="00B63696">
              <w:rPr>
                <w:rFonts w:ascii="Calibri" w:hAnsi="Calibri" w:cs="Calibri"/>
                <w:lang w:val="ro-RO"/>
              </w:rPr>
              <w:t xml:space="preserve"> energetice?</w:t>
            </w:r>
          </w:p>
          <w:p w14:paraId="1065DCE8" w14:textId="77777777"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de trafic şi studiu de </w:t>
            </w:r>
            <w:r w:rsidR="00CA70CF" w:rsidRPr="00B63696">
              <w:rPr>
                <w:rFonts w:ascii="Calibri" w:hAnsi="Calibri" w:cs="Calibri"/>
                <w:lang w:val="ro-RO"/>
              </w:rPr>
              <w:t>circulație</w:t>
            </w:r>
            <w:r w:rsidRPr="00B63696">
              <w:rPr>
                <w:rFonts w:ascii="Calibri" w:hAnsi="Calibri" w:cs="Calibri"/>
                <w:lang w:val="ro-RO"/>
              </w:rPr>
              <w:t>, după caz?</w:t>
            </w:r>
          </w:p>
          <w:p w14:paraId="2ED86C73" w14:textId="77777777"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raport de diagnostic arheologic, în cazul </w:t>
            </w:r>
            <w:r w:rsidR="00CA70CF" w:rsidRPr="00B63696">
              <w:rPr>
                <w:rFonts w:ascii="Calibri" w:hAnsi="Calibri" w:cs="Calibri"/>
                <w:lang w:val="ro-RO"/>
              </w:rPr>
              <w:t>intervențiilor</w:t>
            </w:r>
            <w:r w:rsidRPr="00B63696">
              <w:rPr>
                <w:rFonts w:ascii="Calibri" w:hAnsi="Calibri" w:cs="Calibri"/>
                <w:lang w:val="ro-RO"/>
              </w:rPr>
              <w:t xml:space="preserve"> în situri arheologice?</w:t>
            </w:r>
          </w:p>
          <w:p w14:paraId="3FC54C26" w14:textId="77777777"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 istoric, în cazul monumentelor istorice?</w:t>
            </w:r>
          </w:p>
          <w:p w14:paraId="0F071584" w14:textId="77777777"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studii de specialitate necesare în </w:t>
            </w:r>
            <w:r w:rsidR="00AD7CAF" w:rsidRPr="00B63696">
              <w:rPr>
                <w:rFonts w:ascii="Calibri" w:hAnsi="Calibri" w:cs="Calibri"/>
                <w:lang w:val="ro-RO"/>
              </w:rPr>
              <w:t>funcție</w:t>
            </w:r>
            <w:r w:rsidRPr="00B63696">
              <w:rPr>
                <w:rFonts w:ascii="Calibri" w:hAnsi="Calibri" w:cs="Calibri"/>
                <w:lang w:val="ro-RO"/>
              </w:rPr>
              <w:t xml:space="preserve"> de specificul </w:t>
            </w:r>
            <w:r w:rsidR="00AD7CAF" w:rsidRPr="00B63696">
              <w:rPr>
                <w:rFonts w:ascii="Calibri" w:hAnsi="Calibri" w:cs="Calibri"/>
                <w:lang w:val="ro-RO"/>
              </w:rPr>
              <w:t>investiției</w:t>
            </w:r>
            <w:r w:rsidRPr="00B63696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115EA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264E2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518C2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37842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14:paraId="041B7B8E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43CC5" w14:textId="77777777"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BFA41" w14:textId="77777777" w:rsidR="00D202B1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scrise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sunt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corelate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cu</w:t>
            </w:r>
            <w:r w:rsidR="00D202B1"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cele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C5B4A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71142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DCFB1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5946A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14:paraId="5667B05E" w14:textId="77777777" w:rsidTr="009D7EB0">
        <w:trPr>
          <w:trHeight w:val="3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FB048" w14:textId="77777777"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A8EC0" w14:textId="77777777"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corelare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între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Devizul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general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="009D7EB0">
              <w:rPr>
                <w:rFonts w:ascii="Calibri" w:hAnsi="Calibri" w:cs="Calibri"/>
                <w:lang w:val="ro-RO"/>
              </w:rPr>
              <w:t>ș</w:t>
            </w:r>
            <w:r w:rsidRPr="00B63696">
              <w:rPr>
                <w:rFonts w:ascii="Calibri" w:hAnsi="Calibri" w:cs="Calibri"/>
                <w:lang w:val="ro-RO"/>
              </w:rPr>
              <w:t>i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Devizele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3385D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60EBD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06964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7D734" w14:textId="77777777"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CAF" w:rsidRPr="00B63696" w14:paraId="29930362" w14:textId="77777777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5F51E" w14:textId="77777777" w:rsidR="00AD7CAF" w:rsidRPr="00B63696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95A1D" w14:textId="77777777" w:rsidR="00AD7CAF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2D8B0" w14:textId="77777777"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F9CB8" w14:textId="77777777"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C354E" w14:textId="77777777"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5D1EA" w14:textId="77777777"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7F5865F" w14:textId="77777777" w:rsidR="00D44351" w:rsidRPr="00B63696" w:rsidRDefault="00D44351" w:rsidP="00AD7CAF">
      <w:pPr>
        <w:rPr>
          <w:rFonts w:ascii="Calibri" w:hAnsi="Calibri" w:cs="Calibri"/>
          <w:b/>
        </w:rPr>
      </w:pPr>
    </w:p>
    <w:p w14:paraId="71308DBA" w14:textId="77777777" w:rsidR="00AD7CAF" w:rsidRPr="00B63696" w:rsidRDefault="00AD7CAF" w:rsidP="00AD7CAF">
      <w:pPr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 xml:space="preserve">În cazul bifării cu NU la oricare din criterii proiectul se respinge. </w:t>
      </w:r>
    </w:p>
    <w:p w14:paraId="6EBA00A5" w14:textId="77777777" w:rsidR="00AD7CAF" w:rsidRPr="00B63696" w:rsidRDefault="00AD7CAF" w:rsidP="00AD7CAF">
      <w:pPr>
        <w:ind w:left="831"/>
        <w:rPr>
          <w:rFonts w:ascii="Calibri" w:hAnsi="Calibri" w:cs="Calibri"/>
          <w:b/>
        </w:rPr>
      </w:pPr>
    </w:p>
    <w:p w14:paraId="70B79F51" w14:textId="77777777" w:rsidR="00D44351" w:rsidRPr="00B63696" w:rsidRDefault="00AD7CAF" w:rsidP="007D3EF9">
      <w:pPr>
        <w:jc w:val="both"/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>Se pot formula recomandări (cu precizarea explicită a momentului prevăzut pentru soluționarea acestora) cu excepția criteriilor 5 și/sau 10 (oricare din cele două, sau ambele simultan) din cadrul Secțiunii II.</w:t>
      </w:r>
    </w:p>
    <w:sectPr w:rsidR="00D44351" w:rsidRPr="00B63696" w:rsidSect="00EE2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DA8D6" w14:textId="77777777" w:rsidR="00513635" w:rsidRDefault="00513635">
      <w:r>
        <w:separator/>
      </w:r>
    </w:p>
  </w:endnote>
  <w:endnote w:type="continuationSeparator" w:id="0">
    <w:p w14:paraId="3CBE1F26" w14:textId="77777777" w:rsidR="00513635" w:rsidRDefault="0051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6957C" w14:textId="77777777" w:rsidR="00D0660D" w:rsidRDefault="00D0660D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 w14:paraId="16D55D1F" w14:textId="77777777">
      <w:trPr>
        <w:cantSplit/>
        <w:trHeight w:hRule="exact" w:val="340"/>
        <w:hidden/>
      </w:trPr>
      <w:tc>
        <w:tcPr>
          <w:tcW w:w="9210" w:type="dxa"/>
        </w:tcPr>
        <w:p w14:paraId="32EBB040" w14:textId="77777777" w:rsidR="0055238C" w:rsidRDefault="0055238C">
          <w:pPr>
            <w:pStyle w:val="Subsol"/>
            <w:rPr>
              <w:vanish/>
              <w:sz w:val="20"/>
            </w:rPr>
          </w:pPr>
        </w:p>
      </w:tc>
    </w:tr>
  </w:tbl>
  <w:p w14:paraId="126227E2" w14:textId="77777777" w:rsidR="0055238C" w:rsidRDefault="008E1587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 wp14:anchorId="6BC25288" wp14:editId="18E51EE0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8DE2768" wp14:editId="6D9A84D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29826" w14:textId="77777777"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5BE61D11" wp14:editId="25F5F89C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288E6" w14:textId="77777777"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684F2D92" wp14:editId="40941D05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4B39CD" w14:textId="77777777"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1F5662F" w14:textId="77777777"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E5DE475" w14:textId="77777777"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0D2A20A3" wp14:editId="2432BC32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A0D6BA" w14:textId="77777777" w:rsidR="0055238C" w:rsidRDefault="0055238C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8705E" w14:textId="77777777" w:rsidR="0055238C" w:rsidRDefault="008E1587">
    <w:pPr>
      <w:pStyle w:val="Subsol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1564138B" wp14:editId="3B4E6FD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B269694" wp14:editId="226B7A1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F33B4" w14:textId="77777777"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 wp14:anchorId="1036B0E6" wp14:editId="1D2D2F6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C16785" w14:textId="77777777"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6980B066" wp14:editId="08FC306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4B0349" w14:textId="77777777"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5DC9F271" w14:textId="77777777"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766BA9C" w14:textId="77777777"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 wp14:anchorId="4DDA39E9" wp14:editId="47EC6C99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D003" w14:textId="77777777" w:rsidR="00513635" w:rsidRDefault="00513635">
      <w:r>
        <w:separator/>
      </w:r>
    </w:p>
  </w:footnote>
  <w:footnote w:type="continuationSeparator" w:id="0">
    <w:p w14:paraId="0DFDB5E7" w14:textId="77777777" w:rsidR="00513635" w:rsidRDefault="00513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1FD16" w14:textId="77777777" w:rsidR="00D0660D" w:rsidRDefault="00D0660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123EC" w14:textId="77777777" w:rsidR="00BC2CE5" w:rsidRPr="00BC2CE5" w:rsidRDefault="008E1587" w:rsidP="00BC2CE5">
    <w:pPr>
      <w:pStyle w:val="Titlu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3E5784F2" wp14:editId="3E940ADC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619A8E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07176AF" wp14:editId="2BE2EC78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0EF1F6" w14:textId="77777777" w:rsidR="00BC2CE5" w:rsidRPr="00851382" w:rsidRDefault="00BC2CE5" w:rsidP="00BC2CE5">
                          <w:pPr>
                            <w:pStyle w:val="Titlu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>
      <mc:AlternateContent>
        <mc:Choice Requires="wps">
          <w:drawing>
            <wp:anchor distT="0" distB="0" distL="114299" distR="114299" simplePos="0" relativeHeight="251665408" behindDoc="0" locked="0" layoutInCell="1" allowOverlap="1" wp14:anchorId="3B9689B7" wp14:editId="192E0E52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4CAA5D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6432" behindDoc="0" locked="0" layoutInCell="1" allowOverlap="1" wp14:anchorId="16E8154A" wp14:editId="608585E2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5ED48B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>
      <mc:AlternateContent>
        <mc:Choice Requires="wps">
          <w:drawing>
            <wp:anchor distT="0" distB="0" distL="114299" distR="114299" simplePos="0" relativeHeight="251667456" behindDoc="0" locked="0" layoutInCell="1" allowOverlap="1" wp14:anchorId="7D6E0C4F" wp14:editId="01DB3168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C486CF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3360" behindDoc="0" locked="0" layoutInCell="1" allowOverlap="1" wp14:anchorId="51031C40" wp14:editId="7F5FA94D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5318C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4384" behindDoc="0" locked="0" layoutInCell="1" allowOverlap="1" wp14:anchorId="13EEEEF4" wp14:editId="5051C368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B1F440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C3CEC" w14:textId="77777777" w:rsidR="00EE2BF7" w:rsidRDefault="008E1587" w:rsidP="00EE2BF7">
    <w:pPr>
      <w:pStyle w:val="Antet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8240" behindDoc="0" locked="0" layoutInCell="1" allowOverlap="1" wp14:anchorId="496A9FBB" wp14:editId="1A7EB369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59264" behindDoc="0" locked="0" layoutInCell="1" allowOverlap="1" wp14:anchorId="09B57AE5" wp14:editId="12385C1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 wp14:anchorId="1730A67C" wp14:editId="406FA043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14:paraId="0BA9E142" w14:textId="77777777" w:rsidR="00EE2BF7" w:rsidRDefault="00EE2BF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0686398">
    <w:abstractNumId w:val="13"/>
  </w:num>
  <w:num w:numId="2" w16cid:durableId="1681663568">
    <w:abstractNumId w:val="14"/>
  </w:num>
  <w:num w:numId="3" w16cid:durableId="2031831748">
    <w:abstractNumId w:val="21"/>
  </w:num>
  <w:num w:numId="4" w16cid:durableId="1347517665">
    <w:abstractNumId w:val="7"/>
  </w:num>
  <w:num w:numId="5" w16cid:durableId="1417287740">
    <w:abstractNumId w:val="16"/>
  </w:num>
  <w:num w:numId="6" w16cid:durableId="727068131">
    <w:abstractNumId w:val="18"/>
  </w:num>
  <w:num w:numId="7" w16cid:durableId="822548255">
    <w:abstractNumId w:val="5"/>
  </w:num>
  <w:num w:numId="8" w16cid:durableId="600836228">
    <w:abstractNumId w:val="10"/>
  </w:num>
  <w:num w:numId="9" w16cid:durableId="1689018340">
    <w:abstractNumId w:val="1"/>
  </w:num>
  <w:num w:numId="10" w16cid:durableId="626087582">
    <w:abstractNumId w:val="0"/>
  </w:num>
  <w:num w:numId="11" w16cid:durableId="1487818483">
    <w:abstractNumId w:val="9"/>
  </w:num>
  <w:num w:numId="12" w16cid:durableId="1373339368">
    <w:abstractNumId w:val="12"/>
  </w:num>
  <w:num w:numId="13" w16cid:durableId="1936982153">
    <w:abstractNumId w:val="11"/>
  </w:num>
  <w:num w:numId="14" w16cid:durableId="909074163">
    <w:abstractNumId w:val="4"/>
  </w:num>
  <w:num w:numId="15" w16cid:durableId="2054117665">
    <w:abstractNumId w:val="17"/>
  </w:num>
  <w:num w:numId="16" w16cid:durableId="1834178336">
    <w:abstractNumId w:val="19"/>
  </w:num>
  <w:num w:numId="17" w16cid:durableId="1860389487">
    <w:abstractNumId w:val="20"/>
  </w:num>
  <w:num w:numId="18" w16cid:durableId="300158905">
    <w:abstractNumId w:val="6"/>
  </w:num>
  <w:num w:numId="19" w16cid:durableId="179124194">
    <w:abstractNumId w:val="15"/>
  </w:num>
  <w:num w:numId="20" w16cid:durableId="285429802">
    <w:abstractNumId w:val="3"/>
  </w:num>
  <w:num w:numId="21" w16cid:durableId="549221264">
    <w:abstractNumId w:val="8"/>
  </w:num>
  <w:num w:numId="22" w16cid:durableId="980576918">
    <w:abstractNumId w:val="2"/>
  </w:num>
  <w:num w:numId="23" w16cid:durableId="389688967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2AAE"/>
    <w:rsid w:val="000D1115"/>
    <w:rsid w:val="000F3DB7"/>
    <w:rsid w:val="001175F2"/>
    <w:rsid w:val="00134DEE"/>
    <w:rsid w:val="001357F6"/>
    <w:rsid w:val="00144BFD"/>
    <w:rsid w:val="00161E2E"/>
    <w:rsid w:val="00163AF4"/>
    <w:rsid w:val="001679F8"/>
    <w:rsid w:val="001726E9"/>
    <w:rsid w:val="00193CCE"/>
    <w:rsid w:val="001A637E"/>
    <w:rsid w:val="001D40CB"/>
    <w:rsid w:val="001D7627"/>
    <w:rsid w:val="001E7798"/>
    <w:rsid w:val="0021575D"/>
    <w:rsid w:val="00275DCC"/>
    <w:rsid w:val="00284F7C"/>
    <w:rsid w:val="002B3BB9"/>
    <w:rsid w:val="002B42AE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E2E03"/>
    <w:rsid w:val="003F4311"/>
    <w:rsid w:val="004305FA"/>
    <w:rsid w:val="00472E0A"/>
    <w:rsid w:val="00474F02"/>
    <w:rsid w:val="00502151"/>
    <w:rsid w:val="00507932"/>
    <w:rsid w:val="00513635"/>
    <w:rsid w:val="00523BEA"/>
    <w:rsid w:val="0055238C"/>
    <w:rsid w:val="005705BF"/>
    <w:rsid w:val="00571C43"/>
    <w:rsid w:val="00587222"/>
    <w:rsid w:val="005943DA"/>
    <w:rsid w:val="005A6B00"/>
    <w:rsid w:val="005B75BC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B3D4E"/>
    <w:rsid w:val="008C26CE"/>
    <w:rsid w:val="008E1587"/>
    <w:rsid w:val="008E7688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D7EB0"/>
    <w:rsid w:val="009F711B"/>
    <w:rsid w:val="00AC3124"/>
    <w:rsid w:val="00AD7ACF"/>
    <w:rsid w:val="00AD7CAF"/>
    <w:rsid w:val="00AE4990"/>
    <w:rsid w:val="00AF0DE7"/>
    <w:rsid w:val="00B15233"/>
    <w:rsid w:val="00B42726"/>
    <w:rsid w:val="00B63696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0660D"/>
    <w:rsid w:val="00D202B1"/>
    <w:rsid w:val="00D22014"/>
    <w:rsid w:val="00D251CC"/>
    <w:rsid w:val="00D344D3"/>
    <w:rsid w:val="00D368D4"/>
    <w:rsid w:val="00D44351"/>
    <w:rsid w:val="00D546B8"/>
    <w:rsid w:val="00D814AC"/>
    <w:rsid w:val="00D94812"/>
    <w:rsid w:val="00D96085"/>
    <w:rsid w:val="00DA4DB8"/>
    <w:rsid w:val="00DD113C"/>
    <w:rsid w:val="00E32BBC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65CBDD8"/>
  <w15:chartTrackingRefBased/>
  <w15:docId w15:val="{F59C388D-5CFC-458C-AD0D-1F80012BD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SubsolCaracter">
    <w:name w:val="Subsol Caracter"/>
    <w:link w:val="Subsol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922F4-5BD4-448C-BEAB-18D0DD5C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10</Pages>
  <Words>2470</Words>
  <Characters>16122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18555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adriana.muresan@por.adrcentru</cp:lastModifiedBy>
  <cp:revision>4</cp:revision>
  <cp:lastPrinted>2022-03-29T08:07:00Z</cp:lastPrinted>
  <dcterms:created xsi:type="dcterms:W3CDTF">2024-01-30T19:57:00Z</dcterms:created>
  <dcterms:modified xsi:type="dcterms:W3CDTF">2025-08-19T09:58:00Z</dcterms:modified>
</cp:coreProperties>
</file>